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F7E" w:rsidRDefault="00D00F7E" w:rsidP="009F242D"/>
    <w:p w:rsidR="009F242D" w:rsidRDefault="009F242D" w:rsidP="009F242D"/>
    <w:p w:rsidR="001C4B5C" w:rsidRDefault="001C4B5C" w:rsidP="009F242D"/>
    <w:p w:rsidR="00222E9C" w:rsidRDefault="00222E9C" w:rsidP="009F242D"/>
    <w:p w:rsidR="00222E9C" w:rsidRDefault="00222E9C" w:rsidP="009F242D"/>
    <w:p w:rsidR="00F34D56" w:rsidRDefault="00F34D56" w:rsidP="009F242D"/>
    <w:p w:rsidR="00222E9C" w:rsidRDefault="00222E9C" w:rsidP="009F242D">
      <w:pPr>
        <w:rPr>
          <w:rFonts w:ascii="Arial" w:hAnsi="Arial" w:cs="Arial"/>
          <w:b/>
          <w:sz w:val="28"/>
          <w:szCs w:val="28"/>
        </w:rPr>
      </w:pPr>
      <w:r w:rsidRPr="00222E9C">
        <w:rPr>
          <w:rFonts w:ascii="Arial" w:hAnsi="Arial" w:cs="Arial"/>
          <w:b/>
          <w:sz w:val="28"/>
          <w:szCs w:val="28"/>
        </w:rPr>
        <w:t>Bericht der Revision</w:t>
      </w:r>
    </w:p>
    <w:p w:rsidR="00222E9C" w:rsidRDefault="00222E9C" w:rsidP="009F242D">
      <w:pPr>
        <w:rPr>
          <w:rFonts w:ascii="Arial" w:hAnsi="Arial" w:cs="Arial"/>
          <w:b/>
          <w:sz w:val="28"/>
          <w:szCs w:val="28"/>
        </w:rPr>
      </w:pPr>
    </w:p>
    <w:p w:rsidR="00222E9C" w:rsidRDefault="00222E9C" w:rsidP="009F242D">
      <w:pPr>
        <w:rPr>
          <w:rFonts w:ascii="Arial" w:hAnsi="Arial" w:cs="Arial"/>
          <w:sz w:val="22"/>
          <w:szCs w:val="22"/>
        </w:rPr>
      </w:pPr>
      <w:r w:rsidRPr="00222E9C">
        <w:rPr>
          <w:rFonts w:ascii="Arial" w:hAnsi="Arial" w:cs="Arial"/>
          <w:sz w:val="22"/>
          <w:szCs w:val="22"/>
        </w:rPr>
        <w:t>Dem</w:t>
      </w:r>
      <w:r>
        <w:rPr>
          <w:rFonts w:ascii="Arial" w:hAnsi="Arial" w:cs="Arial"/>
          <w:sz w:val="22"/>
          <w:szCs w:val="22"/>
        </w:rPr>
        <w:t xml:space="preserve"> uns erteilten Auftrag zufolge haben wir die per 31. Dezember </w:t>
      </w:r>
      <w:r w:rsidRPr="0067785F">
        <w:rPr>
          <w:rFonts w:ascii="Arial" w:hAnsi="Arial" w:cs="Arial"/>
          <w:b/>
          <w:sz w:val="22"/>
          <w:szCs w:val="22"/>
        </w:rPr>
        <w:t xml:space="preserve">2016 </w:t>
      </w:r>
      <w:r>
        <w:rPr>
          <w:rFonts w:ascii="Arial" w:hAnsi="Arial" w:cs="Arial"/>
          <w:sz w:val="22"/>
          <w:szCs w:val="22"/>
        </w:rPr>
        <w:t>abgeschlossene Jahresrechnung und Bilanz geprüft und stellen fest:</w:t>
      </w:r>
    </w:p>
    <w:p w:rsidR="00222E9C" w:rsidRDefault="00222E9C" w:rsidP="009F242D">
      <w:pPr>
        <w:rPr>
          <w:rFonts w:ascii="Arial" w:hAnsi="Arial" w:cs="Arial"/>
          <w:sz w:val="22"/>
          <w:szCs w:val="22"/>
        </w:rPr>
      </w:pPr>
    </w:p>
    <w:p w:rsidR="00222E9C" w:rsidRDefault="00222E9C" w:rsidP="009F242D">
      <w:pPr>
        <w:rPr>
          <w:rFonts w:ascii="Arial" w:hAnsi="Arial" w:cs="Arial"/>
          <w:sz w:val="22"/>
          <w:szCs w:val="22"/>
        </w:rPr>
      </w:pPr>
    </w:p>
    <w:p w:rsidR="00222E9C" w:rsidRDefault="00222E9C" w:rsidP="00222E9C">
      <w:pPr>
        <w:pStyle w:val="Listenabsatz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222E9C">
        <w:rPr>
          <w:rFonts w:ascii="Arial" w:hAnsi="Arial" w:cs="Arial"/>
          <w:sz w:val="22"/>
          <w:szCs w:val="22"/>
        </w:rPr>
        <w:t>Die Schlussbilanz des Vorjahres und die Anfangsbilanz des zu revidierenden Jahres stimmen überein.</w:t>
      </w:r>
      <w:r>
        <w:rPr>
          <w:rFonts w:ascii="Arial" w:hAnsi="Arial" w:cs="Arial"/>
          <w:sz w:val="22"/>
          <w:szCs w:val="22"/>
        </w:rPr>
        <w:br/>
      </w:r>
    </w:p>
    <w:p w:rsidR="00222E9C" w:rsidRPr="004E7838" w:rsidRDefault="00222E9C" w:rsidP="00222E9C">
      <w:pPr>
        <w:pStyle w:val="Listenabsatz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4E7838">
        <w:rPr>
          <w:rFonts w:ascii="Arial" w:hAnsi="Arial" w:cs="Arial"/>
          <w:sz w:val="22"/>
          <w:szCs w:val="22"/>
        </w:rPr>
        <w:t>Die Buchungen und Belege wurden stichprobenartig geprüft.</w:t>
      </w:r>
      <w:r w:rsidRPr="004E7838">
        <w:rPr>
          <w:rFonts w:ascii="Arial" w:hAnsi="Arial" w:cs="Arial"/>
          <w:sz w:val="22"/>
          <w:szCs w:val="22"/>
        </w:rPr>
        <w:br/>
      </w:r>
    </w:p>
    <w:p w:rsidR="00365CA0" w:rsidRPr="004E7838" w:rsidRDefault="00365CA0" w:rsidP="00222E9C">
      <w:pPr>
        <w:pStyle w:val="Listenabsatz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4E7838">
        <w:rPr>
          <w:rFonts w:ascii="Arial" w:hAnsi="Arial" w:cs="Arial"/>
          <w:sz w:val="22"/>
          <w:szCs w:val="22"/>
        </w:rPr>
        <w:t>Das in dem Kassenbericht zum 31.12. des zu prüfenden Jahres ausgewiesene Vermögen wurde durch die vorgelegten Kontoauszüge, Sparbücher, Geldanlagen nachgewiesen. Der Bestand der Bargeldkassen ist vorhanden.</w:t>
      </w:r>
      <w:r w:rsidRPr="004E7838">
        <w:rPr>
          <w:rFonts w:ascii="Arial" w:hAnsi="Arial" w:cs="Arial"/>
          <w:sz w:val="22"/>
          <w:szCs w:val="22"/>
        </w:rPr>
        <w:br/>
      </w:r>
    </w:p>
    <w:p w:rsidR="00222E9C" w:rsidRDefault="00222E9C" w:rsidP="00222E9C">
      <w:pPr>
        <w:pStyle w:val="Listenabsatz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Rechnungsführung entspricht nach §22 der Satzung, die Buchhaltung wird Ordnungsgemäß und übersichtlich geführt.</w:t>
      </w:r>
    </w:p>
    <w:p w:rsidR="00222E9C" w:rsidRDefault="00222E9C" w:rsidP="00365CA0">
      <w:pPr>
        <w:rPr>
          <w:rFonts w:ascii="Arial" w:hAnsi="Arial" w:cs="Arial"/>
          <w:sz w:val="22"/>
          <w:szCs w:val="22"/>
        </w:rPr>
      </w:pPr>
      <w:r w:rsidRPr="00222E9C">
        <w:rPr>
          <w:rFonts w:ascii="Arial" w:hAnsi="Arial" w:cs="Arial"/>
          <w:sz w:val="22"/>
          <w:szCs w:val="22"/>
        </w:rPr>
        <w:br/>
      </w:r>
    </w:p>
    <w:p w:rsidR="0067785F" w:rsidRPr="00222E9C" w:rsidRDefault="0067785F" w:rsidP="0067785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Bedanken möchten wir uns, bei dem Kassier: </w:t>
      </w:r>
      <w:r w:rsidRPr="0067785F">
        <w:rPr>
          <w:rFonts w:ascii="Arial" w:hAnsi="Arial" w:cs="Arial"/>
          <w:b/>
          <w:sz w:val="22"/>
          <w:szCs w:val="22"/>
        </w:rPr>
        <w:t>Walter Wörner</w:t>
      </w:r>
      <w:r>
        <w:rPr>
          <w:rFonts w:ascii="Arial" w:hAnsi="Arial" w:cs="Arial"/>
          <w:sz w:val="22"/>
          <w:szCs w:val="22"/>
        </w:rPr>
        <w:t xml:space="preserve"> für seiner Kooperation und hervorragende Arbeit. </w:t>
      </w:r>
    </w:p>
    <w:p w:rsidR="00222E9C" w:rsidRDefault="00222E9C" w:rsidP="00222E9C">
      <w:pPr>
        <w:rPr>
          <w:rFonts w:ascii="Arial" w:hAnsi="Arial" w:cs="Arial"/>
          <w:sz w:val="22"/>
          <w:szCs w:val="22"/>
        </w:rPr>
      </w:pPr>
    </w:p>
    <w:p w:rsidR="00222E9C" w:rsidRDefault="00222E9C" w:rsidP="00222E9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Aufgrund der Ergebnisse empfehlen wir der Mitgliederversammlung die Entlast</w:t>
      </w:r>
      <w:r w:rsidR="0067785F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ng des </w:t>
      </w:r>
      <w:r w:rsidR="0067785F">
        <w:rPr>
          <w:rFonts w:ascii="Arial" w:hAnsi="Arial" w:cs="Arial"/>
          <w:sz w:val="22"/>
          <w:szCs w:val="22"/>
        </w:rPr>
        <w:t xml:space="preserve">gesamten </w:t>
      </w:r>
      <w:r>
        <w:rPr>
          <w:rFonts w:ascii="Arial" w:hAnsi="Arial" w:cs="Arial"/>
          <w:sz w:val="22"/>
          <w:szCs w:val="22"/>
        </w:rPr>
        <w:t>Vorstandes.</w:t>
      </w:r>
    </w:p>
    <w:p w:rsidR="0067785F" w:rsidRDefault="0067785F" w:rsidP="00222E9C">
      <w:pPr>
        <w:rPr>
          <w:rFonts w:ascii="Arial" w:hAnsi="Arial" w:cs="Arial"/>
          <w:sz w:val="22"/>
          <w:szCs w:val="22"/>
        </w:rPr>
      </w:pPr>
    </w:p>
    <w:p w:rsidR="0067785F" w:rsidRDefault="0067785F" w:rsidP="00222E9C">
      <w:pPr>
        <w:rPr>
          <w:rFonts w:ascii="Arial" w:hAnsi="Arial" w:cs="Arial"/>
          <w:sz w:val="22"/>
          <w:szCs w:val="22"/>
        </w:rPr>
      </w:pPr>
    </w:p>
    <w:p w:rsidR="0067785F" w:rsidRDefault="0067785F" w:rsidP="00222E9C">
      <w:pPr>
        <w:rPr>
          <w:rFonts w:ascii="Arial" w:hAnsi="Arial" w:cs="Arial"/>
          <w:sz w:val="22"/>
          <w:szCs w:val="22"/>
        </w:rPr>
      </w:pPr>
    </w:p>
    <w:p w:rsidR="0067785F" w:rsidRDefault="0067785F" w:rsidP="00222E9C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7785F" w:rsidRDefault="0067785F" w:rsidP="00222E9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Reichenbach </w:t>
      </w:r>
      <w:proofErr w:type="spellStart"/>
      <w:r>
        <w:rPr>
          <w:rFonts w:ascii="Arial" w:hAnsi="Arial" w:cs="Arial"/>
          <w:sz w:val="22"/>
          <w:szCs w:val="22"/>
        </w:rPr>
        <w:t>den</w:t>
      </w:r>
      <w:proofErr w:type="spellEnd"/>
      <w:r>
        <w:rPr>
          <w:rFonts w:ascii="Arial" w:hAnsi="Arial" w:cs="Arial"/>
          <w:sz w:val="22"/>
          <w:szCs w:val="22"/>
        </w:rPr>
        <w:t>: …………………………………….</w:t>
      </w:r>
    </w:p>
    <w:p w:rsidR="0067785F" w:rsidRDefault="0067785F" w:rsidP="00222E9C">
      <w:pPr>
        <w:rPr>
          <w:rFonts w:ascii="Arial" w:hAnsi="Arial" w:cs="Arial"/>
          <w:sz w:val="22"/>
          <w:szCs w:val="22"/>
        </w:rPr>
      </w:pPr>
    </w:p>
    <w:p w:rsidR="0067785F" w:rsidRDefault="0067785F" w:rsidP="00222E9C">
      <w:pPr>
        <w:rPr>
          <w:rFonts w:ascii="Arial" w:hAnsi="Arial" w:cs="Arial"/>
          <w:sz w:val="22"/>
          <w:szCs w:val="22"/>
        </w:rPr>
      </w:pPr>
    </w:p>
    <w:p w:rsidR="0067785F" w:rsidRDefault="0067785F" w:rsidP="00222E9C">
      <w:pPr>
        <w:rPr>
          <w:rFonts w:ascii="Arial" w:hAnsi="Arial" w:cs="Arial"/>
          <w:sz w:val="22"/>
          <w:szCs w:val="22"/>
        </w:rPr>
      </w:pPr>
    </w:p>
    <w:p w:rsidR="0067785F" w:rsidRDefault="0067785F" w:rsidP="00222E9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Revisoren</w:t>
      </w:r>
    </w:p>
    <w:p w:rsidR="00222E9C" w:rsidRDefault="00222E9C" w:rsidP="00222E9C">
      <w:pPr>
        <w:rPr>
          <w:rFonts w:ascii="Arial" w:hAnsi="Arial" w:cs="Arial"/>
          <w:sz w:val="22"/>
          <w:szCs w:val="22"/>
        </w:rPr>
      </w:pPr>
    </w:p>
    <w:p w:rsidR="0067785F" w:rsidRDefault="0067785F" w:rsidP="00222E9C">
      <w:pPr>
        <w:rPr>
          <w:rFonts w:ascii="Arial" w:hAnsi="Arial" w:cs="Arial"/>
          <w:sz w:val="22"/>
          <w:szCs w:val="22"/>
        </w:rPr>
      </w:pPr>
    </w:p>
    <w:p w:rsidR="0067785F" w:rsidRDefault="0067785F" w:rsidP="00222E9C">
      <w:pPr>
        <w:rPr>
          <w:rFonts w:ascii="Arial" w:hAnsi="Arial" w:cs="Arial"/>
          <w:sz w:val="22"/>
          <w:szCs w:val="22"/>
        </w:rPr>
      </w:pPr>
    </w:p>
    <w:p w:rsidR="0067785F" w:rsidRDefault="0067785F" w:rsidP="00222E9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…………………………………………..</w:t>
      </w:r>
      <w:r>
        <w:rPr>
          <w:rFonts w:ascii="Arial" w:hAnsi="Arial" w:cs="Arial"/>
          <w:sz w:val="22"/>
          <w:szCs w:val="22"/>
        </w:rPr>
        <w:tab/>
        <w:t>…………………………………………..</w:t>
      </w:r>
    </w:p>
    <w:sectPr w:rsidR="0067785F" w:rsidSect="009F242D">
      <w:headerReference w:type="default" r:id="rId8"/>
      <w:footerReference w:type="default" r:id="rId9"/>
      <w:pgSz w:w="11906" w:h="16838" w:code="9"/>
      <w:pgMar w:top="1758" w:right="113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E03" w:rsidRDefault="00935E03">
      <w:r>
        <w:separator/>
      </w:r>
    </w:p>
  </w:endnote>
  <w:endnote w:type="continuationSeparator" w:id="0">
    <w:p w:rsidR="00935E03" w:rsidRDefault="00935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poSLig">
    <w:charset w:val="00"/>
    <w:family w:val="auto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3E0" w:rsidRDefault="009023E0" w:rsidP="0060676F">
    <w:pPr>
      <w:pStyle w:val="Fuzeile"/>
    </w:pPr>
  </w:p>
  <w:p w:rsidR="009023E0" w:rsidRDefault="009023E0" w:rsidP="0060676F">
    <w:pPr>
      <w:pStyle w:val="Fuzeile"/>
      <w:ind w:lef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E03" w:rsidRDefault="00935E03">
      <w:r>
        <w:separator/>
      </w:r>
    </w:p>
  </w:footnote>
  <w:footnote w:type="continuationSeparator" w:id="0">
    <w:p w:rsidR="00935E03" w:rsidRDefault="00935E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3E0" w:rsidRPr="000E2563" w:rsidRDefault="0036271F" w:rsidP="000E2563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528A31" wp14:editId="1B8C3D50">
              <wp:simplePos x="0" y="0"/>
              <wp:positionH relativeFrom="column">
                <wp:posOffset>1728470</wp:posOffset>
              </wp:positionH>
              <wp:positionV relativeFrom="paragraph">
                <wp:posOffset>75565</wp:posOffset>
              </wp:positionV>
              <wp:extent cx="4733290" cy="295910"/>
              <wp:effectExtent l="4445" t="0" r="0" b="0"/>
              <wp:wrapNone/>
              <wp:docPr id="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33290" cy="295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2563" w:rsidRPr="000E2563" w:rsidRDefault="000E2563">
                          <w:pP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0E2563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Siedler- und Kleingärtnerverein e. V. Reichenbach u.R.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A528A31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136.1pt;margin-top:5.95pt;width:372.7pt;height:23.3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prztgIAALk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" filled="f" stroked="f">
              <v:textbox style="mso-fit-shape-to-text:t">
                <w:txbxContent>
                  <w:p w:rsidR="000E2563" w:rsidRPr="000E2563" w:rsidRDefault="000E2563">
                    <w:pPr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0E2563">
                      <w:rPr>
                        <w:rFonts w:ascii="Arial" w:hAnsi="Arial" w:cs="Arial"/>
                        <w:sz w:val="28"/>
                        <w:szCs w:val="28"/>
                      </w:rPr>
                      <w:t>Siedler- und Kleingärtnerverein e. V. Reichenbach u.R.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E18F2C9" wp14:editId="4E270939">
              <wp:simplePos x="0" y="0"/>
              <wp:positionH relativeFrom="column">
                <wp:posOffset>-363220</wp:posOffset>
              </wp:positionH>
              <wp:positionV relativeFrom="paragraph">
                <wp:posOffset>64135</wp:posOffset>
              </wp:positionV>
              <wp:extent cx="266700" cy="304800"/>
              <wp:effectExtent l="0" t="0" r="0" b="0"/>
              <wp:wrapNone/>
              <wp:docPr id="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6700" cy="304800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09B790" id="Rectangle 7" o:spid="_x0000_s1026" style="position:absolute;margin-left:-28.6pt;margin-top:5.05pt;width:21pt;height:2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" fillcolor="#d6e3bc [1302]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A99A174" wp14:editId="02D3BF81">
              <wp:simplePos x="0" y="0"/>
              <wp:positionH relativeFrom="column">
                <wp:posOffset>829310</wp:posOffset>
              </wp:positionH>
              <wp:positionV relativeFrom="paragraph">
                <wp:posOffset>64135</wp:posOffset>
              </wp:positionV>
              <wp:extent cx="266700" cy="304800"/>
              <wp:effectExtent l="0" t="0" r="0" b="0"/>
              <wp:wrapNone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6700" cy="304800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6893A4" id="Rectangle 4" o:spid="_x0000_s1026" style="position:absolute;margin-left:65.3pt;margin-top:5.05pt;width:21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" fillcolor="#d6e3bc [1302]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0665B9B" wp14:editId="41D51570">
              <wp:simplePos x="0" y="0"/>
              <wp:positionH relativeFrom="column">
                <wp:posOffset>-494665</wp:posOffset>
              </wp:positionH>
              <wp:positionV relativeFrom="paragraph">
                <wp:posOffset>64135</wp:posOffset>
              </wp:positionV>
              <wp:extent cx="6838950" cy="304800"/>
              <wp:effectExtent l="0" t="0" r="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38950" cy="304800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1260E9" id="Rectangle 1" o:spid="_x0000_s1026" style="position:absolute;margin-left:-38.95pt;margin-top:5.05pt;width:538.5pt;height:2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" fillcolor="#d6e3bc [1302]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6A44926" wp14:editId="0796FA05">
              <wp:simplePos x="0" y="0"/>
              <wp:positionH relativeFrom="column">
                <wp:posOffset>-282575</wp:posOffset>
              </wp:positionH>
              <wp:positionV relativeFrom="paragraph">
                <wp:posOffset>-383540</wp:posOffset>
              </wp:positionV>
              <wp:extent cx="1297940" cy="1205865"/>
              <wp:effectExtent l="3175" t="0" r="0" b="2540"/>
              <wp:wrapNone/>
              <wp:docPr id="1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7940" cy="1205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2563" w:rsidRDefault="0036271F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9727181" wp14:editId="0679139F">
                                <wp:extent cx="1114425" cy="1114425"/>
                                <wp:effectExtent l="0" t="0" r="9525" b="9525"/>
                                <wp:docPr id="6" name="Bild 1" descr="logo_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logo_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14425" cy="1114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A44926" id="_x0000_s1027" type="#_x0000_t202" style="position:absolute;margin-left:-22.25pt;margin-top:-30.2pt;width:102.2pt;height:94.9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" filled="f" stroked="f">
              <v:textbox style="mso-fit-shape-to-text:t">
                <w:txbxContent>
                  <w:p w:rsidR="000E2563" w:rsidRDefault="0036271F">
                    <w:r>
                      <w:rPr>
                        <w:noProof/>
                      </w:rPr>
                      <w:drawing>
                        <wp:inline distT="0" distB="0" distL="0" distR="0" wp14:anchorId="09727181" wp14:editId="0679139F">
                          <wp:extent cx="1114425" cy="1114425"/>
                          <wp:effectExtent l="0" t="0" r="9525" b="9525"/>
                          <wp:docPr id="6" name="Bild 1" descr="logo_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logo_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14425" cy="1114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74C80"/>
    <w:multiLevelType w:val="hybridMultilevel"/>
    <w:tmpl w:val="7ECE09D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437A3D"/>
    <w:multiLevelType w:val="hybridMultilevel"/>
    <w:tmpl w:val="A580C4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A94518"/>
    <w:multiLevelType w:val="hybridMultilevel"/>
    <w:tmpl w:val="49A0E13E"/>
    <w:lvl w:ilvl="0" w:tplc="2592B09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E2053E"/>
    <w:multiLevelType w:val="hybridMultilevel"/>
    <w:tmpl w:val="7EDE7066"/>
    <w:lvl w:ilvl="0" w:tplc="E3A8529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954172"/>
    <w:multiLevelType w:val="hybridMultilevel"/>
    <w:tmpl w:val="BED21AD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2E37DA"/>
    <w:multiLevelType w:val="hybridMultilevel"/>
    <w:tmpl w:val="06EE3C7C"/>
    <w:lvl w:ilvl="0" w:tplc="612AF1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C36B0"/>
    <w:multiLevelType w:val="hybridMultilevel"/>
    <w:tmpl w:val="C34E21F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0C45EC"/>
    <w:multiLevelType w:val="hybridMultilevel"/>
    <w:tmpl w:val="4628D82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B00"/>
    <w:rsid w:val="00013B00"/>
    <w:rsid w:val="00046F92"/>
    <w:rsid w:val="00085DB5"/>
    <w:rsid w:val="00094DC9"/>
    <w:rsid w:val="000E2563"/>
    <w:rsid w:val="000E3871"/>
    <w:rsid w:val="001138F2"/>
    <w:rsid w:val="00167E52"/>
    <w:rsid w:val="001B301B"/>
    <w:rsid w:val="001C36CE"/>
    <w:rsid w:val="001C4B5C"/>
    <w:rsid w:val="001E267A"/>
    <w:rsid w:val="001E28B1"/>
    <w:rsid w:val="002115DF"/>
    <w:rsid w:val="00222E9C"/>
    <w:rsid w:val="00270CBC"/>
    <w:rsid w:val="002954DB"/>
    <w:rsid w:val="002F72CD"/>
    <w:rsid w:val="00362517"/>
    <w:rsid w:val="0036271F"/>
    <w:rsid w:val="00365CA0"/>
    <w:rsid w:val="00380116"/>
    <w:rsid w:val="00397B9E"/>
    <w:rsid w:val="003B5206"/>
    <w:rsid w:val="0040010E"/>
    <w:rsid w:val="00467C28"/>
    <w:rsid w:val="004A2971"/>
    <w:rsid w:val="004E7838"/>
    <w:rsid w:val="00600B06"/>
    <w:rsid w:val="0060676F"/>
    <w:rsid w:val="0063686F"/>
    <w:rsid w:val="0067785F"/>
    <w:rsid w:val="006F74C2"/>
    <w:rsid w:val="0070144B"/>
    <w:rsid w:val="00757F49"/>
    <w:rsid w:val="00773801"/>
    <w:rsid w:val="0078097A"/>
    <w:rsid w:val="00816138"/>
    <w:rsid w:val="0082791E"/>
    <w:rsid w:val="00851BB7"/>
    <w:rsid w:val="008D2263"/>
    <w:rsid w:val="009023E0"/>
    <w:rsid w:val="00913938"/>
    <w:rsid w:val="00935E03"/>
    <w:rsid w:val="009F242D"/>
    <w:rsid w:val="00A10565"/>
    <w:rsid w:val="00A10A33"/>
    <w:rsid w:val="00B2427F"/>
    <w:rsid w:val="00BC45DF"/>
    <w:rsid w:val="00C33BDF"/>
    <w:rsid w:val="00C84C5F"/>
    <w:rsid w:val="00CA063A"/>
    <w:rsid w:val="00CA66E1"/>
    <w:rsid w:val="00CC6FF2"/>
    <w:rsid w:val="00CE0E44"/>
    <w:rsid w:val="00D00F7E"/>
    <w:rsid w:val="00D3037D"/>
    <w:rsid w:val="00D36BF0"/>
    <w:rsid w:val="00D55FFB"/>
    <w:rsid w:val="00DB5E6C"/>
    <w:rsid w:val="00E04A8E"/>
    <w:rsid w:val="00E06412"/>
    <w:rsid w:val="00E23FD6"/>
    <w:rsid w:val="00E67BB2"/>
    <w:rsid w:val="00E86F8A"/>
    <w:rsid w:val="00EA4BC4"/>
    <w:rsid w:val="00F065AD"/>
    <w:rsid w:val="00F10E48"/>
    <w:rsid w:val="00F34D56"/>
    <w:rsid w:val="00F45B51"/>
    <w:rsid w:val="00FB63B2"/>
    <w:rsid w:val="00FC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7A2CE6B-DD0F-415E-BAFD-ABC2483B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3BDF"/>
    <w:rPr>
      <w:rFonts w:ascii="CorpoSLig" w:hAnsi="CorpoSLig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33B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C33BD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33BDF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C33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0676F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167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rivat\01_Privat\01_02_Garten\Formulare\001_Briefvorlage_2013_v2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7BDF3-4653-4EDE-A2CD-D835C3D36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001_Briefvorlage_2013_v2</Template>
  <TotalTime>0</TotalTime>
  <Pages>1</Pages>
  <Words>116</Words>
  <Characters>839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Siedler- und Kleingärtnerverein e</vt:lpstr>
    </vt:vector>
  </TitlesOfParts>
  <Company>Daimler AG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Siedler- und Kleingärtnerverein e</dc:title>
  <dc:creator>Heinzlmeier, Michael (010)</dc:creator>
  <cp:lastModifiedBy>Michael</cp:lastModifiedBy>
  <cp:revision>2</cp:revision>
  <cp:lastPrinted>2015-06-08T05:15:00Z</cp:lastPrinted>
  <dcterms:created xsi:type="dcterms:W3CDTF">2016-10-01T13:13:00Z</dcterms:created>
  <dcterms:modified xsi:type="dcterms:W3CDTF">2016-10-01T13:13:00Z</dcterms:modified>
</cp:coreProperties>
</file>